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15" w:rsidRPr="00926CE5" w:rsidRDefault="00641E15" w:rsidP="002508E7">
      <w:pPr>
        <w:jc w:val="center"/>
        <w:rPr>
          <w:rFonts w:ascii="Times New Roman" w:hAnsi="Times New Roman"/>
          <w:b/>
          <w:sz w:val="40"/>
          <w:szCs w:val="40"/>
        </w:rPr>
      </w:pPr>
      <w:r w:rsidRPr="00926CE5">
        <w:rPr>
          <w:rFonts w:ascii="Times New Roman" w:hAnsi="Times New Roman"/>
          <w:b/>
          <w:sz w:val="40"/>
          <w:szCs w:val="40"/>
        </w:rPr>
        <w:t>21/11/2002</w:t>
      </w:r>
    </w:p>
    <w:p w:rsidR="00641E15" w:rsidRPr="00980E71" w:rsidRDefault="00641E15" w:rsidP="002508E7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0E71">
        <w:rPr>
          <w:rFonts w:ascii="Times New Roman" w:hAnsi="Times New Roman"/>
          <w:sz w:val="28"/>
          <w:szCs w:val="28"/>
        </w:rPr>
        <w:t>SEZIONE DI PIACENZA</w:t>
      </w:r>
    </w:p>
    <w:p w:rsidR="00641E15" w:rsidRPr="00980E71" w:rsidRDefault="00641E15" w:rsidP="002508E7">
      <w:pPr>
        <w:tabs>
          <w:tab w:val="left" w:pos="4008"/>
        </w:tabs>
        <w:spacing w:before="240" w:after="0" w:line="240" w:lineRule="auto"/>
        <w:rPr>
          <w:rFonts w:ascii="Times New Roman" w:hAnsi="Times New Roman"/>
          <w:sz w:val="32"/>
          <w:szCs w:val="32"/>
        </w:rPr>
      </w:pPr>
      <w:r w:rsidRPr="00980E71">
        <w:rPr>
          <w:rFonts w:ascii="Times New Roman" w:hAnsi="Times New Roman"/>
          <w:sz w:val="32"/>
          <w:szCs w:val="32"/>
        </w:rPr>
        <w:t>Fase di previsione</w:t>
      </w:r>
      <w:r w:rsidRPr="00A2273A">
        <w:rPr>
          <w:rFonts w:ascii="Times New Roman" w:hAnsi="Times New Roman"/>
          <w:noProof/>
          <w:sz w:val="32"/>
          <w:szCs w:val="32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6.6pt;height:34.2pt;visibility:visible">
            <v:imagedata r:id="rId6" o:title=""/>
          </v:shape>
        </w:pict>
      </w:r>
    </w:p>
    <w:p w:rsidR="00641E15" w:rsidRDefault="00641E15" w:rsidP="002508E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2508E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Essendosi concluso in fase di previsione il giorno 21/11/2002 entreremo nel giorno 22/11/2002 proprio in questa fase. I  controlli vengono fatti con la stessa frequenza del giorno prima ovvero 24h.</w:t>
      </w: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CB5305">
      <w:r>
        <w:rPr>
          <w:noProof/>
          <w:lang w:eastAsia="it-IT"/>
        </w:rPr>
        <w:pict>
          <v:shape id="Immagine 14" o:spid="_x0000_i1026" type="#_x0000_t75" style="width:479.4pt;height:226.2pt;visibility:visible">
            <v:imagedata r:id="rId7" o:title=""/>
          </v:shape>
        </w:pict>
      </w: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Abbiamo calcolato la saturazione del suolo per ogni bacino dal 22/11 alle 00:00 al 22/11 23:00 con AMC, </w:t>
      </w:r>
      <w:r w:rsidRPr="009A1529">
        <w:rPr>
          <w:rFonts w:ascii="Times New Roman" w:hAnsi="Times New Roman"/>
          <w:sz w:val="20"/>
          <w:szCs w:val="20"/>
        </w:rPr>
        <w:t xml:space="preserve">come si può vedere, ci troviamo in condizioni di suolo saturo per </w:t>
      </w:r>
      <w:r>
        <w:rPr>
          <w:rFonts w:ascii="Times New Roman" w:hAnsi="Times New Roman"/>
          <w:sz w:val="20"/>
          <w:szCs w:val="20"/>
        </w:rPr>
        <w:t>quasi tutti i bacini  del nord Italia</w:t>
      </w:r>
      <w:r w:rsidRPr="009A1529">
        <w:rPr>
          <w:rFonts w:ascii="Times New Roman" w:hAnsi="Times New Roman"/>
          <w:sz w:val="20"/>
          <w:szCs w:val="20"/>
        </w:rPr>
        <w:t>.</w:t>
      </w: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Per quanto riguarda la precipitazione cumulata media per ogni bacino sempre a partire dal </w:t>
      </w:r>
      <w:r w:rsidRPr="009A1529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2</w:t>
      </w:r>
      <w:r w:rsidRPr="009A1529">
        <w:rPr>
          <w:rFonts w:ascii="Times New Roman" w:hAnsi="Times New Roman"/>
          <w:sz w:val="20"/>
          <w:szCs w:val="20"/>
        </w:rPr>
        <w:t xml:space="preserve">/11  alle 00:00 </w:t>
      </w:r>
      <w:r>
        <w:rPr>
          <w:rFonts w:ascii="Times New Roman" w:hAnsi="Times New Roman"/>
          <w:sz w:val="20"/>
          <w:szCs w:val="20"/>
        </w:rPr>
        <w:t xml:space="preserve">fino al 22/11 23:00 è stata calcolata e abbiamo trovato che: </w:t>
      </w:r>
    </w:p>
    <w:p w:rsidR="00641E15" w:rsidRDefault="00641E15" w:rsidP="00187FC2">
      <w:pPr>
        <w:spacing w:after="0"/>
      </w:pPr>
    </w:p>
    <w:p w:rsidR="00641E15" w:rsidRDefault="00641E15" w:rsidP="002508E7">
      <w:pPr>
        <w:spacing w:after="0"/>
      </w:pPr>
      <w:r>
        <w:rPr>
          <w:noProof/>
          <w:lang w:eastAsia="it-IT"/>
        </w:rPr>
        <w:pict>
          <v:shape id="Immagine 6" o:spid="_x0000_i1027" type="#_x0000_t75" style="width:477pt;height:232.8pt;visibility:visible">
            <v:imagedata r:id="rId8" o:title=""/>
          </v:shape>
        </w:pict>
      </w:r>
    </w:p>
    <w:p w:rsidR="00641E15" w:rsidRDefault="00641E15" w:rsidP="002508E7">
      <w:pPr>
        <w:spacing w:after="0"/>
        <w:rPr>
          <w:rFonts w:ascii="Times New Roman" w:hAnsi="Times New Roman"/>
          <w:sz w:val="20"/>
          <w:szCs w:val="20"/>
        </w:rPr>
      </w:pPr>
      <w:r w:rsidRPr="009A1529"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a cumulata media per il 22/11/2002 è</w:t>
      </w:r>
      <w:r w:rsidRPr="009A1529">
        <w:rPr>
          <w:rFonts w:ascii="Times New Roman" w:hAnsi="Times New Roman"/>
          <w:sz w:val="20"/>
          <w:szCs w:val="20"/>
        </w:rPr>
        <w:t xml:space="preserve"> pressoché nu</w:t>
      </w:r>
      <w:r>
        <w:rPr>
          <w:rFonts w:ascii="Times New Roman" w:hAnsi="Times New Roman"/>
          <w:sz w:val="20"/>
          <w:szCs w:val="20"/>
        </w:rPr>
        <w:t>lla</w:t>
      </w:r>
      <w:r w:rsidRPr="009A1529">
        <w:rPr>
          <w:rFonts w:ascii="Times New Roman" w:hAnsi="Times New Roman"/>
          <w:sz w:val="20"/>
          <w:szCs w:val="20"/>
        </w:rPr>
        <w:t xml:space="preserve"> su tutti i bacini</w:t>
      </w:r>
      <w:r>
        <w:rPr>
          <w:rFonts w:ascii="Times New Roman" w:hAnsi="Times New Roman"/>
          <w:sz w:val="20"/>
          <w:szCs w:val="20"/>
        </w:rPr>
        <w:t>, solo il Ticino ha valori leggermente più elevati (10-</w:t>
      </w:r>
      <w:smartTag w:uri="urn:schemas-microsoft-com:office:smarttags" w:element="metricconverter">
        <w:smartTagPr>
          <w:attr w:name="ProductID" w:val="15 mm"/>
        </w:smartTagPr>
        <w:r>
          <w:rPr>
            <w:rFonts w:ascii="Times New Roman" w:hAnsi="Times New Roman"/>
            <w:sz w:val="20"/>
            <w:szCs w:val="20"/>
          </w:rPr>
          <w:t>15 mm</w:t>
        </w:r>
      </w:smartTag>
      <w:r>
        <w:rPr>
          <w:rFonts w:ascii="Times New Roman" w:hAnsi="Times New Roman"/>
          <w:sz w:val="20"/>
          <w:szCs w:val="20"/>
        </w:rPr>
        <w:t>), per il resto dei bacini di nostro interesse abbiamo una cumulata media che va da 0-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Times New Roman" w:hAnsi="Times New Roman"/>
            <w:sz w:val="20"/>
            <w:szCs w:val="20"/>
          </w:rPr>
          <w:t>2 mm</w:t>
        </w:r>
      </w:smartTag>
      <w:r>
        <w:rPr>
          <w:rFonts w:ascii="Times New Roman" w:hAnsi="Times New Roman"/>
          <w:sz w:val="20"/>
          <w:szCs w:val="20"/>
        </w:rPr>
        <w:t>.</w:t>
      </w:r>
    </w:p>
    <w:p w:rsidR="00641E15" w:rsidRDefault="00641E15" w:rsidP="002508E7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4297" w:type="pct"/>
        <w:tblInd w:w="617" w:type="dxa"/>
        <w:tblCellMar>
          <w:left w:w="70" w:type="dxa"/>
          <w:right w:w="70" w:type="dxa"/>
        </w:tblCellMar>
        <w:tblLook w:val="00A0"/>
      </w:tblPr>
      <w:tblGrid>
        <w:gridCol w:w="1466"/>
        <w:gridCol w:w="2161"/>
        <w:gridCol w:w="682"/>
        <w:gridCol w:w="682"/>
        <w:gridCol w:w="1365"/>
        <w:gridCol w:w="682"/>
        <w:gridCol w:w="1365"/>
      </w:tblGrid>
      <w:tr w:rsidR="00641E15" w:rsidRPr="00170731" w:rsidTr="0090307B">
        <w:trPr>
          <w:trHeight w:val="2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22/11/2002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Bacini</w:t>
            </w:r>
          </w:p>
        </w:tc>
        <w:tc>
          <w:tcPr>
            <w:tcW w:w="1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di risposta caratterisctico del bacino tc [h]</w:t>
            </w:r>
          </w:p>
        </w:tc>
        <w:tc>
          <w:tcPr>
            <w:tcW w:w="8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precipitazione osservata [mm]</w:t>
            </w:r>
          </w:p>
        </w:tc>
        <w:tc>
          <w:tcPr>
            <w:tcW w:w="8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saturazione suolo (AMC) 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Area [Km</w:t>
            </w:r>
            <w:r w:rsidRPr="00681AC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LAMI previsto</w:t>
            </w:r>
          </w:p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[mm]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81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Tanaro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2 - 5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8100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D</w:t>
            </w: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Baltea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2 - 5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3900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Trebbia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1100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Sesia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5 - 10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3100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90307B">
        <w:trPr>
          <w:trHeight w:val="281"/>
        </w:trPr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Ticino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10 - 15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4400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681A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641E15" w:rsidRPr="00170731" w:rsidTr="0090307B">
        <w:trPr>
          <w:trHeight w:val="184"/>
        </w:trPr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681A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641E15" w:rsidRDefault="00641E15" w:rsidP="00187FC2">
      <w:pPr>
        <w:spacing w:after="0"/>
      </w:pPr>
    </w:p>
    <w:p w:rsidR="00641E15" w:rsidRDefault="00641E15" w:rsidP="00E937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680E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 grafico possiamo osservare le varie previsioni fatte con il modello COSMO-I7 (curve arancione che fa una previsione utilizzando i dati previsti e blu che fa una previsione a partire dai dati osservati) e con il modello di ensemble COSMO-LEPS (curve nere).</w:t>
      </w:r>
    </w:p>
    <w:p w:rsidR="00641E15" w:rsidRDefault="00641E15" w:rsidP="00187FC2">
      <w:pPr>
        <w:spacing w:after="0"/>
      </w:pPr>
    </w:p>
    <w:p w:rsidR="00641E15" w:rsidRDefault="00641E15" w:rsidP="00187FC2">
      <w:pPr>
        <w:spacing w:after="0"/>
      </w:pPr>
    </w:p>
    <w:p w:rsidR="00641E15" w:rsidRDefault="00641E15" w:rsidP="002508E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2273A">
        <w:rPr>
          <w:rFonts w:ascii="Times New Roman" w:hAnsi="Times New Roman"/>
          <w:noProof/>
          <w:sz w:val="20"/>
          <w:szCs w:val="20"/>
          <w:lang w:eastAsia="it-IT"/>
        </w:rPr>
        <w:pict>
          <v:shape id="Grafico 6" o:spid="_x0000_i1028" type="#_x0000_t75" style="width:412.2pt;height:244.8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">
            <v:imagedata r:id="rId9" o:title="" cropbottom="-40f"/>
            <o:lock v:ext="edit" aspectratio="f"/>
          </v:shape>
        </w:pict>
      </w: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740"/>
        <w:gridCol w:w="743"/>
        <w:gridCol w:w="790"/>
        <w:gridCol w:w="1195"/>
        <w:gridCol w:w="636"/>
        <w:gridCol w:w="859"/>
        <w:gridCol w:w="1187"/>
        <w:gridCol w:w="1236"/>
        <w:gridCol w:w="1142"/>
        <w:gridCol w:w="1250"/>
      </w:tblGrid>
      <w:tr w:rsidR="00641E15" w:rsidRPr="00170731" w:rsidTr="0090307B">
        <w:trPr>
          <w:trHeight w:val="300"/>
        </w:trPr>
        <w:tc>
          <w:tcPr>
            <w:tcW w:w="209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187FC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187FC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90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COSMO-I7 e osservato pluviometrico</w:t>
            </w:r>
          </w:p>
        </w:tc>
      </w:tr>
      <w:tr w:rsidR="00641E15" w:rsidRPr="00170731" w:rsidTr="0090307B">
        <w:trPr>
          <w:trHeight w:val="300"/>
        </w:trPr>
        <w:tc>
          <w:tcPr>
            <w:tcW w:w="209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90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B74048">
        <w:trPr>
          <w:trHeight w:val="300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COSMO-I7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superamento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persist.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</w:t>
            </w:r>
          </w:p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[m]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portata</w:t>
            </w:r>
          </w:p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</w:t>
            </w:r>
            <w:r w:rsidRPr="00FD1386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/s]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</w:t>
            </w:r>
          </w:p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[h]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oss</w:t>
            </w:r>
          </w:p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[m]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previsto COSMO-I7</w:t>
            </w:r>
          </w:p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[m]</w:t>
            </w:r>
          </w:p>
        </w:tc>
      </w:tr>
      <w:tr w:rsidR="00641E15" w:rsidRPr="00170731" w:rsidTr="00B7404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B74048">
        <w:trPr>
          <w:trHeight w:val="300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22/11/2002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22/11/2002 08:00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187FC2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4,4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3900         (23/11/2002 09:00)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+82 h        (23/11/2002 10:00)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4,4             (23/11/2002 10:00)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4,4</w:t>
            </w:r>
          </w:p>
        </w:tc>
      </w:tr>
      <w:tr w:rsidR="00641E15" w:rsidRPr="00170731" w:rsidTr="00B7404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187FC2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B7404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903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9030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641E15" w:rsidRDefault="00641E15" w:rsidP="00B740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Pr="009A1529" w:rsidRDefault="00641E15" w:rsidP="00680E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A1529">
        <w:rPr>
          <w:rFonts w:ascii="Times New Roman" w:hAnsi="Times New Roman"/>
          <w:sz w:val="20"/>
          <w:szCs w:val="20"/>
        </w:rPr>
        <w:t xml:space="preserve">ella tabella riportiamo i dati </w:t>
      </w:r>
      <w:r>
        <w:rPr>
          <w:rFonts w:ascii="Times New Roman" w:hAnsi="Times New Roman"/>
          <w:sz w:val="20"/>
          <w:szCs w:val="20"/>
        </w:rPr>
        <w:t>della corsa delle catene modellistiche idrologico-idrauliche a partire dalla sola</w:t>
      </w:r>
      <w:r w:rsidRPr="009A1529">
        <w:rPr>
          <w:rFonts w:ascii="Times New Roman" w:hAnsi="Times New Roman"/>
          <w:sz w:val="20"/>
          <w:szCs w:val="20"/>
        </w:rPr>
        <w:t xml:space="preserve"> precipitazione osservata e</w:t>
      </w:r>
      <w:r>
        <w:rPr>
          <w:rFonts w:ascii="Times New Roman" w:hAnsi="Times New Roman"/>
          <w:sz w:val="20"/>
          <w:szCs w:val="20"/>
        </w:rPr>
        <w:t xml:space="preserve"> a partire dalle previsioni COSMO-I7.</w:t>
      </w:r>
    </w:p>
    <w:p w:rsidR="00641E15" w:rsidRPr="00945F12" w:rsidRDefault="00641E15" w:rsidP="00680E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5F12">
        <w:rPr>
          <w:rFonts w:ascii="Times New Roman" w:hAnsi="Times New Roman"/>
          <w:sz w:val="20"/>
          <w:szCs w:val="20"/>
        </w:rPr>
        <w:t>Il modello COSMO-I7 rappresenta una previsione idro</w:t>
      </w:r>
      <w:r>
        <w:rPr>
          <w:rFonts w:ascii="Times New Roman" w:hAnsi="Times New Roman"/>
          <w:sz w:val="20"/>
          <w:szCs w:val="20"/>
        </w:rPr>
        <w:t xml:space="preserve">logica </w:t>
      </w:r>
      <w:r w:rsidRPr="00945F12">
        <w:rPr>
          <w:rFonts w:ascii="Times New Roman" w:hAnsi="Times New Roman"/>
          <w:sz w:val="20"/>
          <w:szCs w:val="20"/>
        </w:rPr>
        <w:t>deterministica</w:t>
      </w:r>
      <w:r>
        <w:rPr>
          <w:rFonts w:ascii="Times New Roman" w:hAnsi="Times New Roman"/>
          <w:sz w:val="20"/>
          <w:szCs w:val="20"/>
        </w:rPr>
        <w:t>.</w:t>
      </w:r>
      <w:r w:rsidRPr="00945F1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 w:rsidRPr="00945F12">
        <w:rPr>
          <w:rFonts w:ascii="Times New Roman" w:hAnsi="Times New Roman"/>
          <w:sz w:val="20"/>
          <w:szCs w:val="20"/>
        </w:rPr>
        <w:t xml:space="preserve">ai dati </w:t>
      </w:r>
      <w:r>
        <w:rPr>
          <w:rFonts w:ascii="Times New Roman" w:hAnsi="Times New Roman"/>
          <w:sz w:val="20"/>
          <w:szCs w:val="20"/>
        </w:rPr>
        <w:t>riportati</w:t>
      </w:r>
      <w:r w:rsidRPr="00945F12">
        <w:rPr>
          <w:rFonts w:ascii="Times New Roman" w:hAnsi="Times New Roman"/>
          <w:sz w:val="20"/>
          <w:szCs w:val="20"/>
        </w:rPr>
        <w:t xml:space="preserve"> in tabella non emergono criticità in quanto i livelli non superano il livello di attenzione</w:t>
      </w:r>
      <w:r>
        <w:rPr>
          <w:rStyle w:val="FootnoteReference"/>
          <w:rFonts w:ascii="Times New Roman" w:hAnsi="Times New Roman"/>
          <w:sz w:val="20"/>
          <w:szCs w:val="20"/>
        </w:rPr>
        <w:footnoteReference w:id="1"/>
      </w:r>
      <w:r w:rsidRPr="00945F12">
        <w:rPr>
          <w:rFonts w:ascii="Times New Roman" w:hAnsi="Times New Roman"/>
          <w:sz w:val="20"/>
          <w:szCs w:val="20"/>
        </w:rPr>
        <w:t>.</w:t>
      </w:r>
    </w:p>
    <w:p w:rsidR="00641E15" w:rsidRDefault="00641E15" w:rsidP="00B740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680E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Utilizzando in ingresso alla catena modellistica le previsioni COSMO-LEPS (probabilistiche) possiamo controllare la previsione a lungo termine:</w:t>
      </w:r>
    </w:p>
    <w:p w:rsidR="00641E15" w:rsidRDefault="00641E15" w:rsidP="00187FC2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869"/>
        <w:gridCol w:w="869"/>
        <w:gridCol w:w="2103"/>
        <w:gridCol w:w="853"/>
        <w:gridCol w:w="869"/>
        <w:gridCol w:w="1277"/>
        <w:gridCol w:w="1420"/>
        <w:gridCol w:w="1518"/>
      </w:tblGrid>
      <w:tr w:rsidR="00641E15" w:rsidRPr="00170731" w:rsidTr="00187FC2">
        <w:trPr>
          <w:trHeight w:val="300"/>
        </w:trPr>
        <w:tc>
          <w:tcPr>
            <w:tcW w:w="22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187FC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187FC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72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COSMO-LEPS</w:t>
            </w:r>
          </w:p>
        </w:tc>
      </w:tr>
      <w:tr w:rsidR="00641E15" w:rsidRPr="00170731" w:rsidTr="00187FC2">
        <w:trPr>
          <w:trHeight w:val="300"/>
        </w:trPr>
        <w:tc>
          <w:tcPr>
            <w:tcW w:w="22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187FC2">
        <w:trPr>
          <w:trHeight w:val="300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COSMO-LEPS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 min e max [m]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 max e min [h]</w:t>
            </w:r>
          </w:p>
        </w:tc>
        <w:tc>
          <w:tcPr>
            <w:tcW w:w="6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tempi al superamento livelli critici probabilità e scadenze temporali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persistenza al di sopra dei livelli critici Probabilità e Durata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COSMO Para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ll</w:t>
            </w: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el di riferimento, data e ora </w:t>
            </w:r>
          </w:p>
        </w:tc>
      </w:tr>
      <w:tr w:rsidR="00641E15" w:rsidRPr="00170731" w:rsidTr="00187FC2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41E15" w:rsidRPr="00170731" w:rsidTr="00187FC2">
        <w:trPr>
          <w:trHeight w:val="300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22/11/2002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22/11/2002 08:00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187FC2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4,40 - 6,90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23/11/2002  10:00 27/11/2002 06:00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78%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78% (73h)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2.CP13 - 24/11 19:00</w:t>
            </w:r>
          </w:p>
        </w:tc>
      </w:tr>
      <w:tr w:rsidR="00641E15" w:rsidRPr="00170731" w:rsidTr="00187FC2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187FC2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43%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43% (51h)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2.CP13 - 25/11 17:00</w:t>
            </w:r>
          </w:p>
        </w:tc>
      </w:tr>
      <w:tr w:rsidR="00641E15" w:rsidRPr="00170731" w:rsidTr="00187FC2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1E15" w:rsidRPr="00187FC2" w:rsidRDefault="00641E15" w:rsidP="00187FC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11% (11h)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E15" w:rsidRPr="00187FC2" w:rsidRDefault="00641E15" w:rsidP="00187F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187FC2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2.CP4 - 27/11 09:00</w:t>
            </w:r>
          </w:p>
        </w:tc>
      </w:tr>
    </w:tbl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Dalla corsa della catena modellistica che utilizza previsioni COSMO-LEPS possiamo notare che è atteso un superamento dei livelli critici il 23/11.</w:t>
      </w: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187F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Dalle previsioni effettuate a partire da COSMO-I7 non si attende nessun superamento della soglia di attenzione, </w:t>
      </w:r>
      <w:r w:rsidRPr="009A1529">
        <w:rPr>
          <w:rFonts w:ascii="Times New Roman" w:hAnsi="Times New Roman"/>
          <w:sz w:val="20"/>
          <w:szCs w:val="20"/>
        </w:rPr>
        <w:t xml:space="preserve">si </w:t>
      </w:r>
      <w:r>
        <w:rPr>
          <w:rFonts w:ascii="Times New Roman" w:hAnsi="Times New Roman"/>
          <w:sz w:val="20"/>
          <w:szCs w:val="20"/>
        </w:rPr>
        <w:t>permane</w:t>
      </w:r>
      <w:r w:rsidRPr="009A152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quindi nello stato di previsione,</w:t>
      </w:r>
      <w:r w:rsidRPr="009A1529">
        <w:rPr>
          <w:rFonts w:ascii="Times New Roman" w:hAnsi="Times New Roman"/>
          <w:sz w:val="20"/>
          <w:szCs w:val="20"/>
        </w:rPr>
        <w:t xml:space="preserve"> come nel caso del 2</w:t>
      </w:r>
      <w:r>
        <w:rPr>
          <w:rFonts w:ascii="Times New Roman" w:hAnsi="Times New Roman"/>
          <w:sz w:val="20"/>
          <w:szCs w:val="20"/>
        </w:rPr>
        <w:t>2</w:t>
      </w:r>
      <w:r w:rsidRPr="009A1529">
        <w:rPr>
          <w:rFonts w:ascii="Times New Roman" w:hAnsi="Times New Roman"/>
          <w:sz w:val="20"/>
          <w:szCs w:val="20"/>
        </w:rPr>
        <w:t>/11/2002.</w:t>
      </w:r>
    </w:p>
    <w:p w:rsidR="00641E15" w:rsidRDefault="00641E15" w:rsidP="00681AC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Default="00641E15" w:rsidP="00A943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41E15" w:rsidRPr="00525D65" w:rsidRDefault="00641E15" w:rsidP="00A943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73A">
        <w:rPr>
          <w:rFonts w:ascii="Times New Roman" w:hAnsi="Times New Roman"/>
          <w:noProof/>
          <w:sz w:val="20"/>
          <w:szCs w:val="20"/>
          <w:lang w:eastAsia="it-IT"/>
        </w:rPr>
        <w:pict>
          <v:shape id="Immagine 2" o:spid="_x0000_i1029" type="#_x0000_t75" style="width:43.8pt;height:40.8pt;visibility:visible">
            <v:imagedata r:id="rId6" o:title=""/>
          </v:shape>
        </w:pict>
      </w:r>
    </w:p>
    <w:p w:rsidR="00641E15" w:rsidRDefault="00641E15" w:rsidP="008F57A0"/>
    <w:p w:rsidR="00641E15" w:rsidRDefault="00641E15" w:rsidP="008F57A0"/>
    <w:p w:rsidR="00641E15" w:rsidRDefault="00641E15" w:rsidP="008F57A0"/>
    <w:sectPr w:rsidR="00641E15" w:rsidSect="0026609E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15" w:rsidRDefault="00641E15" w:rsidP="00CB5305">
      <w:pPr>
        <w:spacing w:after="0" w:line="240" w:lineRule="auto"/>
      </w:pPr>
      <w:r>
        <w:separator/>
      </w:r>
    </w:p>
  </w:endnote>
  <w:endnote w:type="continuationSeparator" w:id="0">
    <w:p w:rsidR="00641E15" w:rsidRDefault="00641E15" w:rsidP="00CB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15" w:rsidRDefault="00641E15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641E15" w:rsidRDefault="00641E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15" w:rsidRDefault="00641E15" w:rsidP="00CB5305">
      <w:pPr>
        <w:spacing w:after="0" w:line="240" w:lineRule="auto"/>
      </w:pPr>
      <w:r>
        <w:separator/>
      </w:r>
    </w:p>
  </w:footnote>
  <w:footnote w:type="continuationSeparator" w:id="0">
    <w:p w:rsidR="00641E15" w:rsidRDefault="00641E15" w:rsidP="00CB5305">
      <w:pPr>
        <w:spacing w:after="0" w:line="240" w:lineRule="auto"/>
      </w:pPr>
      <w:r>
        <w:continuationSeparator/>
      </w:r>
    </w:p>
  </w:footnote>
  <w:footnote w:id="1">
    <w:p w:rsidR="00641E15" w:rsidRDefault="00641E15" w:rsidP="00680E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4637D">
        <w:rPr>
          <w:sz w:val="16"/>
          <w:szCs w:val="16"/>
        </w:rPr>
        <w:t xml:space="preserve">A </w:t>
      </w:r>
      <w:r>
        <w:rPr>
          <w:sz w:val="16"/>
          <w:szCs w:val="16"/>
        </w:rPr>
        <w:t>scopo puramente esemplificativo</w:t>
      </w:r>
      <w:r w:rsidRPr="00E4637D">
        <w:rPr>
          <w:sz w:val="16"/>
          <w:szCs w:val="16"/>
        </w:rPr>
        <w:t xml:space="preserve"> è stato scelto il livello di attenzione come livello di riferimento</w:t>
      </w:r>
      <w:r>
        <w:rPr>
          <w:sz w:val="16"/>
          <w:szCs w:val="16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305"/>
    <w:rsid w:val="00061604"/>
    <w:rsid w:val="00170731"/>
    <w:rsid w:val="00187FC2"/>
    <w:rsid w:val="001B7CE8"/>
    <w:rsid w:val="0024063A"/>
    <w:rsid w:val="002508E7"/>
    <w:rsid w:val="0026609E"/>
    <w:rsid w:val="003327A0"/>
    <w:rsid w:val="00343FB6"/>
    <w:rsid w:val="00525D65"/>
    <w:rsid w:val="0054750D"/>
    <w:rsid w:val="00635761"/>
    <w:rsid w:val="00641E15"/>
    <w:rsid w:val="00651FED"/>
    <w:rsid w:val="00680E02"/>
    <w:rsid w:val="00681AC2"/>
    <w:rsid w:val="006839BF"/>
    <w:rsid w:val="0069385C"/>
    <w:rsid w:val="00750D78"/>
    <w:rsid w:val="007864D3"/>
    <w:rsid w:val="007A04DF"/>
    <w:rsid w:val="007C53A3"/>
    <w:rsid w:val="00846C5C"/>
    <w:rsid w:val="008F57A0"/>
    <w:rsid w:val="0090307B"/>
    <w:rsid w:val="009164A5"/>
    <w:rsid w:val="00926CE5"/>
    <w:rsid w:val="00945E5E"/>
    <w:rsid w:val="00945F12"/>
    <w:rsid w:val="009576A5"/>
    <w:rsid w:val="00980E71"/>
    <w:rsid w:val="009A1529"/>
    <w:rsid w:val="009D7894"/>
    <w:rsid w:val="00A2273A"/>
    <w:rsid w:val="00A943E5"/>
    <w:rsid w:val="00AE1EB2"/>
    <w:rsid w:val="00B74048"/>
    <w:rsid w:val="00BC6EF5"/>
    <w:rsid w:val="00CB5305"/>
    <w:rsid w:val="00CC4B0E"/>
    <w:rsid w:val="00DE1AC7"/>
    <w:rsid w:val="00E4637D"/>
    <w:rsid w:val="00E937F6"/>
    <w:rsid w:val="00F04C0D"/>
    <w:rsid w:val="00FD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3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3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530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680E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0E02"/>
    <w:rPr>
      <w:rFonts w:ascii="Calibri" w:hAnsi="Calibri" w:cs="Times New Roman"/>
      <w:lang w:val="it-IT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680E0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3</Pages>
  <Words>532</Words>
  <Characters>3036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rebora_n</cp:lastModifiedBy>
  <cp:revision>13</cp:revision>
  <dcterms:created xsi:type="dcterms:W3CDTF">2010-10-14T10:24:00Z</dcterms:created>
  <dcterms:modified xsi:type="dcterms:W3CDTF">2010-12-09T09:39:00Z</dcterms:modified>
</cp:coreProperties>
</file>